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9B0A8" w14:textId="77777777" w:rsidR="00FC232A" w:rsidRPr="00742C52" w:rsidRDefault="00FC232A" w:rsidP="00742C52">
      <w:pPr>
        <w:rPr>
          <w:sz w:val="22"/>
          <w:szCs w:val="22"/>
        </w:rPr>
      </w:pPr>
    </w:p>
    <w:p w14:paraId="4606BA1F" w14:textId="77777777" w:rsidR="004E6DF0" w:rsidRDefault="004E6DF0" w:rsidP="00DF19FF">
      <w:pPr>
        <w:rPr>
          <w:rFonts w:cs="Arial"/>
          <w:b/>
          <w:sz w:val="22"/>
        </w:rPr>
      </w:pPr>
      <w:bookmarkStart w:id="0" w:name="_Hlk159230922"/>
    </w:p>
    <w:p w14:paraId="0129B63C" w14:textId="3054F8E5" w:rsidR="00DF19FF" w:rsidRPr="00DF19FF" w:rsidRDefault="00DF19FF" w:rsidP="00DF19FF">
      <w:pPr>
        <w:rPr>
          <w:rFonts w:cs="Arial"/>
          <w:color w:val="000000"/>
          <w:sz w:val="22"/>
        </w:rPr>
      </w:pPr>
      <w:r w:rsidRPr="00DF19FF">
        <w:rPr>
          <w:rFonts w:cs="Arial"/>
          <w:b/>
          <w:sz w:val="22"/>
        </w:rPr>
        <w:t>Transpordiamet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  <w:t xml:space="preserve"> </w:t>
      </w:r>
      <w:r w:rsidR="000B5C30">
        <w:rPr>
          <w:rFonts w:cs="Arial"/>
          <w:color w:val="000000"/>
          <w:sz w:val="22"/>
        </w:rPr>
        <w:t>13.03</w:t>
      </w:r>
      <w:r w:rsidR="00D43C28">
        <w:rPr>
          <w:rFonts w:cs="Arial"/>
          <w:color w:val="000000"/>
          <w:sz w:val="22"/>
        </w:rPr>
        <w:t>.</w:t>
      </w:r>
      <w:r w:rsidRPr="00DF19FF">
        <w:rPr>
          <w:rFonts w:cs="Arial"/>
          <w:color w:val="000000"/>
          <w:sz w:val="22"/>
        </w:rPr>
        <w:t>202</w:t>
      </w:r>
      <w:r w:rsidR="009B66B6">
        <w:rPr>
          <w:rFonts w:cs="Arial"/>
          <w:color w:val="000000"/>
          <w:sz w:val="22"/>
        </w:rPr>
        <w:t>5</w:t>
      </w:r>
      <w:r w:rsidRPr="00DF19FF">
        <w:rPr>
          <w:rFonts w:cs="Arial"/>
          <w:color w:val="000000"/>
          <w:sz w:val="22"/>
        </w:rPr>
        <w:t xml:space="preserve"> nr JV-MAA-1/</w:t>
      </w:r>
      <w:r w:rsidR="000B5C30">
        <w:rPr>
          <w:rFonts w:cs="Arial"/>
          <w:color w:val="000000"/>
          <w:sz w:val="22"/>
        </w:rPr>
        <w:t>1127</w:t>
      </w:r>
    </w:p>
    <w:p w14:paraId="3840C263" w14:textId="77777777" w:rsidR="00DF19FF" w:rsidRDefault="00DF19FF" w:rsidP="00DF19FF">
      <w:pPr>
        <w:rPr>
          <w:rFonts w:cs="Arial"/>
          <w:color w:val="000000"/>
          <w:sz w:val="22"/>
        </w:rPr>
      </w:pPr>
      <w:hyperlink r:id="rId10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0CCAD238" w14:textId="77777777" w:rsidR="00DF19FF" w:rsidRPr="00DF19FF" w:rsidRDefault="00DF19FF" w:rsidP="00DF19FF">
      <w:pPr>
        <w:rPr>
          <w:rFonts w:cs="Arial"/>
          <w:color w:val="000000"/>
          <w:sz w:val="22"/>
        </w:rPr>
      </w:pPr>
    </w:p>
    <w:p w14:paraId="41EDD3FB" w14:textId="77777777" w:rsidR="000B2E35" w:rsidRDefault="000B2E35" w:rsidP="000B2E35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082"/>
      </w:tblGrid>
      <w:tr w:rsidR="000B5C30" w:rsidRPr="000B2E35" w14:paraId="61B2073A" w14:textId="77777777" w:rsidTr="009132EC">
        <w:trPr>
          <w:trHeight w:val="417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28818F" w14:textId="77777777" w:rsidR="000B5C30" w:rsidRPr="000B2E35" w:rsidRDefault="000B5C30" w:rsidP="009132EC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4FF1AAD" w14:textId="77777777" w:rsidR="000B5C30" w:rsidRPr="000B2E35" w:rsidRDefault="000B5C30" w:rsidP="009132EC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9AF1C84" w14:textId="77777777" w:rsidR="000B5C30" w:rsidRPr="000B2E35" w:rsidRDefault="000B5C30" w:rsidP="009132EC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DE5BA3D" w14:textId="77777777" w:rsidR="000B5C30" w:rsidRPr="000B2E35" w:rsidRDefault="000B5C30" w:rsidP="009132EC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4126782C" w14:textId="77777777" w:rsidR="000B5C30" w:rsidRPr="000B2E35" w:rsidRDefault="000B5C30" w:rsidP="009132EC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7BDD0ACB" w14:textId="77777777" w:rsidR="000B5C30" w:rsidRPr="000B2E35" w:rsidRDefault="000B5C30" w:rsidP="009132EC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69F413A4" w14:textId="77777777" w:rsidR="000B5C30" w:rsidRPr="000B2E35" w:rsidRDefault="000B5C30" w:rsidP="009132EC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3A26B32" w14:textId="77777777" w:rsidR="000B5C30" w:rsidRPr="000B2E35" w:rsidRDefault="000B5C30" w:rsidP="009132EC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8F7373B" w14:textId="77777777" w:rsidR="000B5C30" w:rsidRPr="000B2E35" w:rsidRDefault="000B5C30" w:rsidP="009132EC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F0E92A5" w14:textId="77777777" w:rsidR="000B5C30" w:rsidRPr="000B2E35" w:rsidRDefault="000B5C30" w:rsidP="009132EC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D1CB755" w14:textId="77777777" w:rsidR="000B5C30" w:rsidRPr="000B2E35" w:rsidRDefault="000B5C30" w:rsidP="009132EC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B5C30" w:rsidRPr="000B2E35" w14:paraId="496B77CE" w14:textId="77777777" w:rsidTr="009132EC">
        <w:trPr>
          <w:trHeight w:val="4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CC23A0" w14:textId="77777777" w:rsidR="000B5C30" w:rsidRPr="000B2E35" w:rsidRDefault="000B5C30" w:rsidP="009132EC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37F65A7" w14:textId="77777777" w:rsidR="000B5C30" w:rsidRPr="000B2E35" w:rsidRDefault="000B5C30" w:rsidP="009132EC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B5C30" w:rsidRPr="000B2E35" w14:paraId="69DB2D97" w14:textId="77777777" w:rsidTr="009132EC">
        <w:trPr>
          <w:trHeight w:val="272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E00642" w14:textId="77777777" w:rsidR="000B5C30" w:rsidRPr="000B2E35" w:rsidRDefault="000B5C30" w:rsidP="009132EC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5CE572" w14:textId="77777777" w:rsidR="000B5C30" w:rsidRPr="000B2E35" w:rsidRDefault="000B5C30" w:rsidP="009132EC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B5C30" w:rsidRPr="000B2E35" w14:paraId="054A68F7" w14:textId="77777777" w:rsidTr="009132EC">
        <w:trPr>
          <w:trHeight w:val="42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70D845" w14:textId="77777777" w:rsidR="000B5C30" w:rsidRPr="000B2E35" w:rsidRDefault="000B5C30" w:rsidP="009132EC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bookmarkStart w:id="1" w:name="_Hlk38622158" w:colFirst="1" w:colLast="1"/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C257D73" w14:textId="77777777" w:rsidR="000B5C30" w:rsidRPr="000B2E35" w:rsidRDefault="000B5C30" w:rsidP="009132EC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bookmarkEnd w:id="1"/>
      <w:tr w:rsidR="000B5C30" w:rsidRPr="000B2E35" w14:paraId="62441E0C" w14:textId="77777777" w:rsidTr="009132EC">
        <w:trPr>
          <w:trHeight w:val="616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A98A73" w14:textId="77777777" w:rsidR="000B5C30" w:rsidRPr="000B2E35" w:rsidRDefault="000B5C30" w:rsidP="009132EC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D311288" w14:textId="77777777" w:rsidR="000B5C30" w:rsidRPr="000B2E35" w:rsidRDefault="000B5C30" w:rsidP="009132EC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2EA09A17" w14:textId="77777777" w:rsidR="000B5C30" w:rsidRPr="000B2E35" w:rsidRDefault="000B5C30" w:rsidP="009132EC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B5C30" w:rsidRPr="000B2E35" w14:paraId="266D1B98" w14:textId="77777777" w:rsidTr="009132EC">
        <w:trPr>
          <w:trHeight w:val="94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6A41AD50" w14:textId="77777777" w:rsidR="000B5C30" w:rsidRPr="000B2E35" w:rsidRDefault="000B5C30" w:rsidP="009132EC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4A2D909" w14:textId="77777777" w:rsidR="000B5C30" w:rsidRPr="000B2E35" w:rsidRDefault="000B5C30" w:rsidP="009132EC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B5C30" w:rsidRPr="000B2E35" w14:paraId="2FC5D1F9" w14:textId="77777777" w:rsidTr="009132EC">
        <w:trPr>
          <w:trHeight w:val="93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42C84A4B" w14:textId="77777777" w:rsidR="000B5C30" w:rsidRPr="000B2E35" w:rsidRDefault="000B5C30" w:rsidP="009132EC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D7024E" w14:textId="77777777" w:rsidR="000B5C30" w:rsidRPr="000B2E35" w:rsidRDefault="000B5C30" w:rsidP="009132EC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1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0B8022C3" w14:textId="77777777" w:rsidR="000B5C30" w:rsidRPr="000B2E35" w:rsidRDefault="000B5C30" w:rsidP="009132EC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4DC23DB3" w14:textId="77777777" w:rsidR="000B5C30" w:rsidRPr="000B2E35" w:rsidRDefault="000B5C30" w:rsidP="009132EC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B5C30" w:rsidRPr="000B2E35" w14:paraId="56998E64" w14:textId="77777777" w:rsidTr="009132EC">
        <w:trPr>
          <w:trHeight w:val="93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5314FE0B" w14:textId="77777777" w:rsidR="000B5C30" w:rsidRPr="000B2E35" w:rsidRDefault="000B5C30" w:rsidP="009132EC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08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762DBDD" w14:textId="77777777" w:rsidR="000B5C30" w:rsidRPr="000B2E35" w:rsidRDefault="000B5C30" w:rsidP="009132EC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Elektrivõrguga  liitumine, elektrimaakaabelliin</w:t>
            </w:r>
          </w:p>
        </w:tc>
      </w:tr>
      <w:tr w:rsidR="000B5C30" w:rsidRPr="000B2E35" w14:paraId="180842E5" w14:textId="77777777" w:rsidTr="009132EC">
        <w:trPr>
          <w:trHeight w:val="155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BF87BC0" w14:textId="77777777" w:rsidR="000B5C30" w:rsidRPr="000B2E35" w:rsidRDefault="000B5C30" w:rsidP="009132EC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B06464" w14:textId="77777777" w:rsidR="000B5C30" w:rsidRPr="000B2E35" w:rsidRDefault="000B5C30" w:rsidP="009132EC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B5C30" w:rsidRPr="000B2E35" w14:paraId="7BF8C96A" w14:textId="77777777" w:rsidTr="009132EC">
        <w:trPr>
          <w:trHeight w:val="58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FB1A9E" w14:textId="77777777" w:rsidR="000B5C30" w:rsidRPr="000B2E35" w:rsidRDefault="000B5C30" w:rsidP="009132EC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2F38E78E" w14:textId="77777777" w:rsidR="000B5C30" w:rsidRPr="000B2E35" w:rsidRDefault="000B5C30" w:rsidP="009132EC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518095B" w14:textId="77777777" w:rsidR="000B5C30" w:rsidRPr="003D1574" w:rsidRDefault="000B5C30" w:rsidP="009132EC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nimetus ja number 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</w:p>
          <w:p w14:paraId="762BA892" w14:textId="22ED6AE3" w:rsidR="000B5C30" w:rsidRPr="00F44F1F" w:rsidRDefault="000B5C30" w:rsidP="009132EC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57008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LC</w:t>
            </w:r>
            <w:r w:rsidR="0068485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2793</w:t>
            </w:r>
            <w:r w:rsidRPr="0057008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„</w:t>
            </w:r>
            <w:r w:rsidR="0068485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Kalda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kinnistu </w:t>
            </w:r>
            <w:r w:rsidRPr="0057008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liitumine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68485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madalpingel Palumäe</w:t>
            </w:r>
            <w:r w:rsidRPr="0057008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küla, </w:t>
            </w:r>
            <w:proofErr w:type="spellStart"/>
            <w:r w:rsidR="0068485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kambja</w:t>
            </w:r>
            <w:proofErr w:type="spellEnd"/>
            <w:r w:rsidR="0068485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vald Tartu</w:t>
            </w:r>
            <w:r w:rsidRPr="0057008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maakond“</w:t>
            </w:r>
          </w:p>
          <w:p w14:paraId="03EED1F1" w14:textId="77777777" w:rsidR="000B5C30" w:rsidRPr="000B2E35" w:rsidRDefault="000B5C30" w:rsidP="009132EC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B5C30" w:rsidRPr="000B2E35" w14:paraId="2348F749" w14:textId="77777777" w:rsidTr="009132EC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53D08F" w14:textId="77777777" w:rsidR="000B5C30" w:rsidRPr="000B2E35" w:rsidRDefault="000B5C30" w:rsidP="009132EC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474CAE7" w14:textId="3B259CC3" w:rsidR="000B5C30" w:rsidRDefault="000B5C30" w:rsidP="009132EC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</w:t>
            </w:r>
            <w:r w:rsidRPr="00D2711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koostaja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: </w:t>
            </w:r>
            <w:r w:rsidR="0068485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Marleen Kartau</w:t>
            </w:r>
          </w:p>
          <w:p w14:paraId="7F98C84C" w14:textId="6BD082D7" w:rsidR="000B5C30" w:rsidRPr="000B2E35" w:rsidRDefault="00684851" w:rsidP="009132EC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Enersense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AS</w:t>
            </w:r>
          </w:p>
        </w:tc>
      </w:tr>
      <w:tr w:rsidR="000B5C30" w:rsidRPr="000B2E35" w14:paraId="1FDD709C" w14:textId="77777777" w:rsidTr="009132EC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435FBF" w14:textId="77777777" w:rsidR="000B5C30" w:rsidRPr="000B2E35" w:rsidRDefault="000B5C30" w:rsidP="009132EC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0BCED04" w14:textId="77777777" w:rsidR="000B5C30" w:rsidRPr="000B2E35" w:rsidRDefault="000B5C30" w:rsidP="009132EC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7ADD88FE" w14:textId="4B156105" w:rsidR="000B5C30" w:rsidRPr="000B2E35" w:rsidRDefault="00684851" w:rsidP="009132EC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11.02</w:t>
            </w:r>
            <w:r w:rsidR="000B5C3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.202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</w:t>
            </w:r>
            <w:r w:rsidR="000B5C30" w:rsidRPr="00BB5C56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 nr 7.1-2/2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</w:t>
            </w:r>
            <w:r w:rsidR="000B5C30" w:rsidRPr="00BB5C56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/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2152</w:t>
            </w:r>
            <w:r w:rsidR="000B5C3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-2</w:t>
            </w:r>
          </w:p>
        </w:tc>
      </w:tr>
      <w:tr w:rsidR="000B5C30" w:rsidRPr="000B2E35" w14:paraId="6A86BD83" w14:textId="77777777" w:rsidTr="009132EC">
        <w:trPr>
          <w:trHeight w:val="312"/>
        </w:trPr>
        <w:tc>
          <w:tcPr>
            <w:tcW w:w="3256" w:type="dxa"/>
            <w:vMerge w:val="restart"/>
          </w:tcPr>
          <w:p w14:paraId="0D35DFBA" w14:textId="77777777" w:rsidR="000B5C30" w:rsidRDefault="000B5C30" w:rsidP="009132E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66D487E2" w14:textId="77777777" w:rsidR="000B5C30" w:rsidRPr="008342C4" w:rsidRDefault="000B5C30" w:rsidP="009132EC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026DD47A" w14:textId="77777777" w:rsidR="000B5C30" w:rsidRPr="008342C4" w:rsidRDefault="000B5C30" w:rsidP="009132EC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4A7D0AF6" w14:textId="77777777" w:rsidR="000B5C30" w:rsidRDefault="000B5C30" w:rsidP="009132E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A1A5384" w14:textId="77777777" w:rsidR="000B5C30" w:rsidRDefault="000B5C30" w:rsidP="009132E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F02B8C3" w14:textId="77777777" w:rsidR="000B5C30" w:rsidRDefault="000B5C30" w:rsidP="009132E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676C118" w14:textId="77777777" w:rsidR="000B5C30" w:rsidRDefault="000B5C30" w:rsidP="009132E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4DA8EA8" w14:textId="77777777" w:rsidR="000B5C30" w:rsidRDefault="000B5C30" w:rsidP="009132E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F9FB42C" w14:textId="77777777" w:rsidR="000B5C30" w:rsidRDefault="000B5C30" w:rsidP="009132E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CCFE077" w14:textId="77777777" w:rsidR="000B5C30" w:rsidRPr="008342C4" w:rsidRDefault="000B5C30" w:rsidP="009132EC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hideMark/>
          </w:tcPr>
          <w:p w14:paraId="1DE2FEF6" w14:textId="1C265E28" w:rsidR="000B5C30" w:rsidRDefault="000B5C30" w:rsidP="009132EC">
            <w:pPr>
              <w:jc w:val="both"/>
              <w:rPr>
                <w:rFonts w:ascii="Times New Roman" w:hAnsi="Times New Roman"/>
                <w:b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t xml:space="preserve">Riigitee nr. </w:t>
            </w:r>
            <w:r w:rsidR="001D1B58">
              <w:rPr>
                <w:rFonts w:ascii="Times New Roman" w:hAnsi="Times New Roman"/>
                <w:b/>
                <w:lang w:val="et-EE"/>
              </w:rPr>
              <w:t>22188 Kambja-</w:t>
            </w:r>
            <w:proofErr w:type="spellStart"/>
            <w:r w:rsidR="001D1B58">
              <w:rPr>
                <w:rFonts w:ascii="Times New Roman" w:hAnsi="Times New Roman"/>
                <w:b/>
                <w:lang w:val="et-EE"/>
              </w:rPr>
              <w:t>Kodijärve</w:t>
            </w:r>
            <w:proofErr w:type="spellEnd"/>
            <w:r w:rsidR="001D1B58">
              <w:rPr>
                <w:rFonts w:ascii="Times New Roman" w:hAnsi="Times New Roman"/>
                <w:b/>
                <w:lang w:val="et-EE"/>
              </w:rPr>
              <w:t xml:space="preserve"> tee</w:t>
            </w:r>
          </w:p>
          <w:p w14:paraId="285BF305" w14:textId="77777777" w:rsidR="000B5C30" w:rsidRPr="008E5621" w:rsidRDefault="000B5C30" w:rsidP="009132EC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0B5C30" w:rsidRPr="000B2E35" w14:paraId="3AFA77E3" w14:textId="77777777" w:rsidTr="009132EC">
        <w:trPr>
          <w:trHeight w:val="415"/>
        </w:trPr>
        <w:tc>
          <w:tcPr>
            <w:tcW w:w="3256" w:type="dxa"/>
            <w:vMerge/>
            <w:tcBorders>
              <w:bottom w:val="single" w:sz="4" w:space="0" w:color="000000"/>
            </w:tcBorders>
            <w:hideMark/>
          </w:tcPr>
          <w:p w14:paraId="4E213B5B" w14:textId="77777777" w:rsidR="000B5C30" w:rsidRPr="000B2E35" w:rsidRDefault="000B5C30" w:rsidP="009132EC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bottom w:val="single" w:sz="4" w:space="0" w:color="auto"/>
            </w:tcBorders>
            <w:hideMark/>
          </w:tcPr>
          <w:p w14:paraId="6BEEFA0F" w14:textId="77777777" w:rsidR="000B5C30" w:rsidRDefault="000B5C30" w:rsidP="009132EC">
            <w:pPr>
              <w:rPr>
                <w:rFonts w:ascii="Times New Roman" w:hAnsi="Times New Roman"/>
                <w:bCs/>
                <w:lang w:val="et-EE"/>
              </w:rPr>
            </w:pPr>
          </w:p>
          <w:p w14:paraId="49FBEFC9" w14:textId="6B2B7E15" w:rsidR="000B5C30" w:rsidRPr="00076563" w:rsidRDefault="000B5C30" w:rsidP="009132EC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Tunnus</w:t>
            </w:r>
            <w:r>
              <w:rPr>
                <w:rFonts w:ascii="Times New Roman" w:hAnsi="Times New Roman"/>
                <w:bCs/>
                <w:lang w:val="et-EE"/>
              </w:rPr>
              <w:t>:</w:t>
            </w:r>
            <w:r w:rsidR="001D1B58">
              <w:rPr>
                <w:rFonts w:ascii="Times New Roman" w:hAnsi="Times New Roman"/>
                <w:bCs/>
                <w:lang w:val="et-EE"/>
              </w:rPr>
              <w:t>28201:004:0033</w:t>
            </w:r>
          </w:p>
          <w:p w14:paraId="612ABFDE" w14:textId="33F4B99F" w:rsidR="000B5C30" w:rsidRPr="00076563" w:rsidRDefault="000B5C30" w:rsidP="009132EC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1D1B58">
              <w:rPr>
                <w:rFonts w:ascii="Times New Roman" w:hAnsi="Times New Roman"/>
                <w:bCs/>
                <w:lang w:val="et-EE"/>
              </w:rPr>
              <w:t>551</w:t>
            </w:r>
            <w:r w:rsidR="009D57F2">
              <w:rPr>
                <w:rFonts w:ascii="Times New Roman" w:hAnsi="Times New Roman"/>
                <w:bCs/>
                <w:lang w:val="et-EE"/>
              </w:rPr>
              <w:t>9650</w:t>
            </w:r>
          </w:p>
          <w:p w14:paraId="400F9D49" w14:textId="73FD24A3" w:rsidR="000B5C30" w:rsidRPr="008E5621" w:rsidRDefault="000B5C30" w:rsidP="009132EC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9D57F2">
              <w:rPr>
                <w:rFonts w:ascii="Times New Roman" w:hAnsi="Times New Roman"/>
                <w:bCs/>
                <w:lang w:val="et-EE"/>
              </w:rPr>
              <w:t>22188 Kambja-</w:t>
            </w:r>
            <w:proofErr w:type="spellStart"/>
            <w:r w:rsidR="009D57F2">
              <w:rPr>
                <w:rFonts w:ascii="Times New Roman" w:hAnsi="Times New Roman"/>
                <w:bCs/>
                <w:lang w:val="et-EE"/>
              </w:rPr>
              <w:t>Kodijärve</w:t>
            </w:r>
            <w:proofErr w:type="spellEnd"/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Pr="00E70A39">
              <w:rPr>
                <w:rFonts w:ascii="Times New Roman" w:hAnsi="Times New Roman"/>
                <w:bCs/>
                <w:lang w:val="et-EE"/>
              </w:rPr>
              <w:t xml:space="preserve"> tee</w:t>
            </w:r>
          </w:p>
          <w:p w14:paraId="3211DA1A" w14:textId="04F08632" w:rsidR="000B5C30" w:rsidRDefault="000B5C30" w:rsidP="009132EC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9D57F2">
              <w:rPr>
                <w:rFonts w:ascii="Times New Roman" w:hAnsi="Times New Roman"/>
                <w:bCs/>
                <w:lang w:val="et-EE"/>
              </w:rPr>
              <w:t>67388</w:t>
            </w:r>
          </w:p>
          <w:p w14:paraId="71E8F674" w14:textId="77777777" w:rsidR="000B5C30" w:rsidRPr="001F4CFC" w:rsidRDefault="000B5C30" w:rsidP="009132EC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POS </w:t>
            </w:r>
            <w:r>
              <w:rPr>
                <w:rFonts w:ascii="Times New Roman" w:hAnsi="Times New Roman"/>
                <w:bCs/>
                <w:lang w:val="et-EE"/>
              </w:rPr>
              <w:t>1</w:t>
            </w:r>
            <w:r w:rsidRPr="001F4CFC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1143A645" w14:textId="5E0278F5" w:rsidR="000B5C30" w:rsidRDefault="000B5C30" w:rsidP="009132EC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>Ruumikuju andmed: PARI ID</w:t>
            </w:r>
            <w:r w:rsidR="009D57F2">
              <w:rPr>
                <w:rFonts w:ascii="Times New Roman" w:hAnsi="Times New Roman"/>
                <w:bCs/>
                <w:lang w:val="et-EE"/>
              </w:rPr>
              <w:t xml:space="preserve"> 755303</w:t>
            </w:r>
          </w:p>
          <w:p w14:paraId="6B4E6EB8" w14:textId="15D023A5" w:rsidR="000B5C30" w:rsidRPr="000B2E35" w:rsidRDefault="00684851" w:rsidP="009132EC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2" w:history="1">
              <w:r w:rsidRPr="00503745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https://pari.kataster.ee/magic-link/faa4d85f-483f-424f-9b67-3592a43e554f</w:t>
              </w:r>
            </w:hyperlink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</w:p>
        </w:tc>
      </w:tr>
      <w:tr w:rsidR="000B5C30" w:rsidRPr="000B2E35" w14:paraId="26505E2F" w14:textId="77777777" w:rsidTr="009132EC">
        <w:trPr>
          <w:trHeight w:val="453"/>
        </w:trPr>
        <w:tc>
          <w:tcPr>
            <w:tcW w:w="3256" w:type="dxa"/>
            <w:tcBorders>
              <w:top w:val="single" w:sz="4" w:space="0" w:color="auto"/>
              <w:bottom w:val="single" w:sz="4" w:space="0" w:color="000000"/>
            </w:tcBorders>
          </w:tcPr>
          <w:p w14:paraId="35D620CC" w14:textId="77777777" w:rsidR="000B5C30" w:rsidRDefault="000B5C30" w:rsidP="009132EC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72B50A13" w14:textId="77777777" w:rsidR="000B5C30" w:rsidRDefault="000B5C30" w:rsidP="009132EC">
            <w:pPr>
              <w:rPr>
                <w:rFonts w:ascii="Times New Roman" w:hAnsi="Times New Roman"/>
                <w:bCs/>
                <w:lang w:val="et-EE"/>
              </w:rPr>
            </w:pPr>
            <w:r>
              <w:rPr>
                <w:rFonts w:ascii="Times New Roman" w:hAnsi="Times New Roman"/>
                <w:bCs/>
                <w:lang w:val="et-EE"/>
              </w:rPr>
              <w:t>Elektrilevi OÜ</w:t>
            </w:r>
          </w:p>
        </w:tc>
      </w:tr>
      <w:tr w:rsidR="000B5C30" w:rsidRPr="000B2E35" w14:paraId="266336C1" w14:textId="77777777" w:rsidTr="009132EC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39FE79" w14:textId="77777777" w:rsidR="000B5C30" w:rsidRPr="000B2E35" w:rsidRDefault="000B5C30" w:rsidP="009132EC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E45A25" w14:textId="77777777" w:rsidR="000B5C30" w:rsidRPr="000B2E35" w:rsidRDefault="000B5C30" w:rsidP="009132EC">
            <w:pPr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F935D6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plaan/-id</w:t>
            </w:r>
            <w:r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ja kooskõlastus</w:t>
            </w:r>
          </w:p>
        </w:tc>
      </w:tr>
    </w:tbl>
    <w:bookmarkEnd w:id="0"/>
    <w:p w14:paraId="047BC99A" w14:textId="77777777" w:rsidR="00C945F4" w:rsidRDefault="00A01CB6" w:rsidP="00A01CB6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L</w:t>
      </w:r>
      <w:r w:rsidR="000B2E35" w:rsidRPr="000B2E35">
        <w:rPr>
          <w:rFonts w:ascii="Times New Roman" w:eastAsia="Calibri" w:hAnsi="Times New Roman"/>
          <w:sz w:val="22"/>
          <w:szCs w:val="22"/>
          <w:lang w:val="et-EE"/>
        </w:rPr>
        <w:t>ugupidamisega Ulvi Männama</w:t>
      </w:r>
      <w:r>
        <w:rPr>
          <w:rFonts w:ascii="Times New Roman" w:eastAsia="Calibri" w:hAnsi="Times New Roman"/>
          <w:sz w:val="22"/>
          <w:szCs w:val="22"/>
          <w:lang w:val="et-EE"/>
        </w:rPr>
        <w:t xml:space="preserve">    </w:t>
      </w:r>
    </w:p>
    <w:p w14:paraId="7E312A4E" w14:textId="3D5F1A2B" w:rsidR="00077D32" w:rsidRPr="00742C52" w:rsidRDefault="00A01CB6" w:rsidP="00A01CB6">
      <w:pPr>
        <w:spacing w:after="200"/>
        <w:jc w:val="both"/>
        <w:rPr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 xml:space="preserve">  </w:t>
      </w:r>
      <w:r w:rsidR="00C47436">
        <w:rPr>
          <w:rFonts w:ascii="Times New Roman" w:eastAsia="Calibri" w:hAnsi="Times New Roman"/>
          <w:sz w:val="22"/>
          <w:szCs w:val="22"/>
          <w:lang w:val="et-EE"/>
        </w:rPr>
        <w:t>/allkirjastatud digitaalselt/</w:t>
      </w:r>
    </w:p>
    <w:sectPr w:rsidR="00077D32" w:rsidRPr="00742C52" w:rsidSect="00466325">
      <w:headerReference w:type="first" r:id="rId13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11102" w14:textId="77777777" w:rsidR="00533DBB" w:rsidRDefault="00533DBB">
      <w:r>
        <w:separator/>
      </w:r>
    </w:p>
  </w:endnote>
  <w:endnote w:type="continuationSeparator" w:id="0">
    <w:p w14:paraId="464AF9C2" w14:textId="77777777" w:rsidR="00533DBB" w:rsidRDefault="00533DBB">
      <w:r>
        <w:continuationSeparator/>
      </w:r>
    </w:p>
  </w:endnote>
  <w:endnote w:type="continuationNotice" w:id="1">
    <w:p w14:paraId="03701937" w14:textId="77777777" w:rsidR="00533DBB" w:rsidRDefault="00533D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6C77E" w14:textId="77777777" w:rsidR="00533DBB" w:rsidRDefault="00533DBB">
      <w:r>
        <w:separator/>
      </w:r>
    </w:p>
  </w:footnote>
  <w:footnote w:type="continuationSeparator" w:id="0">
    <w:p w14:paraId="6870765C" w14:textId="77777777" w:rsidR="00533DBB" w:rsidRDefault="00533DBB">
      <w:r>
        <w:continuationSeparator/>
      </w:r>
    </w:p>
  </w:footnote>
  <w:footnote w:type="continuationNotice" w:id="1">
    <w:p w14:paraId="79C5547B" w14:textId="77777777" w:rsidR="00533DBB" w:rsidRDefault="00533D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69C73" w14:textId="44FCFC6A" w:rsidR="006736DE" w:rsidRDefault="00077D3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1495006" wp14:editId="3EC27486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32631"/>
    <w:multiLevelType w:val="hybridMultilevel"/>
    <w:tmpl w:val="7E1A260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12B5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" w15:restartNumberingAfterBreak="0">
    <w:nsid w:val="1B53799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373D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758B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47D6B"/>
    <w:multiLevelType w:val="multilevel"/>
    <w:tmpl w:val="B0AC41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7" w15:restartNumberingAfterBreak="0">
    <w:nsid w:val="3D093A60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8" w15:restartNumberingAfterBreak="0">
    <w:nsid w:val="454534C9"/>
    <w:multiLevelType w:val="hybridMultilevel"/>
    <w:tmpl w:val="3BDE43D6"/>
    <w:lvl w:ilvl="0" w:tplc="0425000F">
      <w:start w:val="1"/>
      <w:numFmt w:val="decimal"/>
      <w:lvlText w:val="%1."/>
      <w:lvlJc w:val="left"/>
      <w:pPr>
        <w:ind w:left="502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659E9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0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BCC677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D1B79"/>
    <w:multiLevelType w:val="multilevel"/>
    <w:tmpl w:val="5890E4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13" w15:restartNumberingAfterBreak="0">
    <w:nsid w:val="5FE1143C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4" w15:restartNumberingAfterBreak="0">
    <w:nsid w:val="60696A6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10657"/>
    <w:multiLevelType w:val="multilevel"/>
    <w:tmpl w:val="E0E0AE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29C3AB3"/>
    <w:multiLevelType w:val="multilevel"/>
    <w:tmpl w:val="495A9A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7" w15:restartNumberingAfterBreak="0">
    <w:nsid w:val="629D7D9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C2000"/>
    <w:multiLevelType w:val="multilevel"/>
    <w:tmpl w:val="9E34DB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D035E7E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0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CC3C61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2" w15:restartNumberingAfterBreak="0">
    <w:nsid w:val="79D41B0B"/>
    <w:multiLevelType w:val="multilevel"/>
    <w:tmpl w:val="5630E2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num w:numId="1" w16cid:durableId="1853059836">
    <w:abstractNumId w:val="10"/>
  </w:num>
  <w:num w:numId="2" w16cid:durableId="1539471610">
    <w:abstractNumId w:val="10"/>
  </w:num>
  <w:num w:numId="3" w16cid:durableId="1211846081">
    <w:abstractNumId w:val="10"/>
  </w:num>
  <w:num w:numId="4" w16cid:durableId="274946052">
    <w:abstractNumId w:val="10"/>
  </w:num>
  <w:num w:numId="5" w16cid:durableId="656153406">
    <w:abstractNumId w:val="10"/>
  </w:num>
  <w:num w:numId="6" w16cid:durableId="11607285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2052906">
    <w:abstractNumId w:val="3"/>
  </w:num>
  <w:num w:numId="8" w16cid:durableId="705328597">
    <w:abstractNumId w:val="8"/>
  </w:num>
  <w:num w:numId="9" w16cid:durableId="1474911736">
    <w:abstractNumId w:val="8"/>
  </w:num>
  <w:num w:numId="10" w16cid:durableId="739207277">
    <w:abstractNumId w:val="2"/>
  </w:num>
  <w:num w:numId="11" w16cid:durableId="2106614588">
    <w:abstractNumId w:val="14"/>
  </w:num>
  <w:num w:numId="12" w16cid:durableId="794061551">
    <w:abstractNumId w:val="4"/>
  </w:num>
  <w:num w:numId="13" w16cid:durableId="1783837735">
    <w:abstractNumId w:val="5"/>
  </w:num>
  <w:num w:numId="14" w16cid:durableId="620768946">
    <w:abstractNumId w:val="11"/>
  </w:num>
  <w:num w:numId="15" w16cid:durableId="499539151">
    <w:abstractNumId w:val="17"/>
  </w:num>
  <w:num w:numId="16" w16cid:durableId="2039315259">
    <w:abstractNumId w:val="13"/>
  </w:num>
  <w:num w:numId="17" w16cid:durableId="1694267086">
    <w:abstractNumId w:val="1"/>
  </w:num>
  <w:num w:numId="18" w16cid:durableId="1146514459">
    <w:abstractNumId w:val="12"/>
  </w:num>
  <w:num w:numId="19" w16cid:durableId="475418451">
    <w:abstractNumId w:val="15"/>
  </w:num>
  <w:num w:numId="20" w16cid:durableId="1295208846">
    <w:abstractNumId w:val="0"/>
  </w:num>
  <w:num w:numId="21" w16cid:durableId="917642241">
    <w:abstractNumId w:val="7"/>
  </w:num>
  <w:num w:numId="22" w16cid:durableId="1481069265">
    <w:abstractNumId w:val="19"/>
  </w:num>
  <w:num w:numId="23" w16cid:durableId="456529935">
    <w:abstractNumId w:val="9"/>
  </w:num>
  <w:num w:numId="24" w16cid:durableId="617299870">
    <w:abstractNumId w:val="21"/>
  </w:num>
  <w:num w:numId="25" w16cid:durableId="285697969">
    <w:abstractNumId w:val="16"/>
  </w:num>
  <w:num w:numId="26" w16cid:durableId="1667780873">
    <w:abstractNumId w:val="18"/>
  </w:num>
  <w:num w:numId="27" w16cid:durableId="1163743337">
    <w:abstractNumId w:val="22"/>
  </w:num>
  <w:num w:numId="28" w16cid:durableId="12352441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1635"/>
    <w:rsid w:val="00002B81"/>
    <w:rsid w:val="000158FD"/>
    <w:rsid w:val="000434F9"/>
    <w:rsid w:val="00054364"/>
    <w:rsid w:val="00057A8D"/>
    <w:rsid w:val="00062098"/>
    <w:rsid w:val="00077D32"/>
    <w:rsid w:val="000903E8"/>
    <w:rsid w:val="000908E8"/>
    <w:rsid w:val="00090E0A"/>
    <w:rsid w:val="00091FCB"/>
    <w:rsid w:val="000943C7"/>
    <w:rsid w:val="00097C8C"/>
    <w:rsid w:val="000B2E35"/>
    <w:rsid w:val="000B3CE2"/>
    <w:rsid w:val="000B417F"/>
    <w:rsid w:val="000B4850"/>
    <w:rsid w:val="000B532A"/>
    <w:rsid w:val="000B5C30"/>
    <w:rsid w:val="000C1473"/>
    <w:rsid w:val="000D61F2"/>
    <w:rsid w:val="000E7C0F"/>
    <w:rsid w:val="00106C74"/>
    <w:rsid w:val="0012688C"/>
    <w:rsid w:val="00131D0A"/>
    <w:rsid w:val="001408A9"/>
    <w:rsid w:val="001414B0"/>
    <w:rsid w:val="00143561"/>
    <w:rsid w:val="00146F8F"/>
    <w:rsid w:val="00154E76"/>
    <w:rsid w:val="00156A2F"/>
    <w:rsid w:val="00157B57"/>
    <w:rsid w:val="00161456"/>
    <w:rsid w:val="001618AE"/>
    <w:rsid w:val="00164FC2"/>
    <w:rsid w:val="0017684B"/>
    <w:rsid w:val="001918BD"/>
    <w:rsid w:val="0019253D"/>
    <w:rsid w:val="0019264A"/>
    <w:rsid w:val="001941CB"/>
    <w:rsid w:val="001A0518"/>
    <w:rsid w:val="001A0C3A"/>
    <w:rsid w:val="001B1A3D"/>
    <w:rsid w:val="001B4370"/>
    <w:rsid w:val="001C4BF3"/>
    <w:rsid w:val="001D1B58"/>
    <w:rsid w:val="001E324A"/>
    <w:rsid w:val="001F4CFC"/>
    <w:rsid w:val="001F5B53"/>
    <w:rsid w:val="00204605"/>
    <w:rsid w:val="00211D2D"/>
    <w:rsid w:val="00215382"/>
    <w:rsid w:val="0022522F"/>
    <w:rsid w:val="00226D4C"/>
    <w:rsid w:val="002327D2"/>
    <w:rsid w:val="002413D3"/>
    <w:rsid w:val="002463AC"/>
    <w:rsid w:val="00246610"/>
    <w:rsid w:val="002474AF"/>
    <w:rsid w:val="00251F87"/>
    <w:rsid w:val="002569F2"/>
    <w:rsid w:val="00264DEC"/>
    <w:rsid w:val="002701D0"/>
    <w:rsid w:val="0027153D"/>
    <w:rsid w:val="002726A3"/>
    <w:rsid w:val="00273FA4"/>
    <w:rsid w:val="002A1E30"/>
    <w:rsid w:val="002A3EBD"/>
    <w:rsid w:val="002A798D"/>
    <w:rsid w:val="002B60FC"/>
    <w:rsid w:val="002C078B"/>
    <w:rsid w:val="002D2C76"/>
    <w:rsid w:val="002D4753"/>
    <w:rsid w:val="002D4D27"/>
    <w:rsid w:val="002E0EF7"/>
    <w:rsid w:val="002F0D95"/>
    <w:rsid w:val="0031032B"/>
    <w:rsid w:val="003157B5"/>
    <w:rsid w:val="0033388C"/>
    <w:rsid w:val="00335CBC"/>
    <w:rsid w:val="00345EB5"/>
    <w:rsid w:val="003531AD"/>
    <w:rsid w:val="003551E2"/>
    <w:rsid w:val="00357C22"/>
    <w:rsid w:val="00364110"/>
    <w:rsid w:val="00377521"/>
    <w:rsid w:val="00382D66"/>
    <w:rsid w:val="00387055"/>
    <w:rsid w:val="003963F7"/>
    <w:rsid w:val="00396525"/>
    <w:rsid w:val="003A05DB"/>
    <w:rsid w:val="003A0ECE"/>
    <w:rsid w:val="003A0F86"/>
    <w:rsid w:val="003A56B9"/>
    <w:rsid w:val="003B0D86"/>
    <w:rsid w:val="003C3108"/>
    <w:rsid w:val="003D0A93"/>
    <w:rsid w:val="003D1574"/>
    <w:rsid w:val="003D57ED"/>
    <w:rsid w:val="003F5996"/>
    <w:rsid w:val="00415AB6"/>
    <w:rsid w:val="00442D2B"/>
    <w:rsid w:val="004455FC"/>
    <w:rsid w:val="00446DCB"/>
    <w:rsid w:val="00451646"/>
    <w:rsid w:val="00454AD8"/>
    <w:rsid w:val="00457C3D"/>
    <w:rsid w:val="00466325"/>
    <w:rsid w:val="00470107"/>
    <w:rsid w:val="00470507"/>
    <w:rsid w:val="00482DEA"/>
    <w:rsid w:val="00483EDD"/>
    <w:rsid w:val="004851DA"/>
    <w:rsid w:val="00491AD7"/>
    <w:rsid w:val="0049609F"/>
    <w:rsid w:val="004B2AD7"/>
    <w:rsid w:val="004C0606"/>
    <w:rsid w:val="004C0FF9"/>
    <w:rsid w:val="004C388C"/>
    <w:rsid w:val="004C7FBD"/>
    <w:rsid w:val="004D1D70"/>
    <w:rsid w:val="004E4332"/>
    <w:rsid w:val="004E6DF0"/>
    <w:rsid w:val="004F36E7"/>
    <w:rsid w:val="004F75DF"/>
    <w:rsid w:val="005015D7"/>
    <w:rsid w:val="005018ED"/>
    <w:rsid w:val="0050379B"/>
    <w:rsid w:val="00526B22"/>
    <w:rsid w:val="00532D2F"/>
    <w:rsid w:val="00533DBB"/>
    <w:rsid w:val="00547C65"/>
    <w:rsid w:val="00556D7B"/>
    <w:rsid w:val="005572A4"/>
    <w:rsid w:val="00557995"/>
    <w:rsid w:val="005609D0"/>
    <w:rsid w:val="00567499"/>
    <w:rsid w:val="00567C35"/>
    <w:rsid w:val="0057008B"/>
    <w:rsid w:val="00570825"/>
    <w:rsid w:val="00582590"/>
    <w:rsid w:val="00591376"/>
    <w:rsid w:val="005A217D"/>
    <w:rsid w:val="005A42CF"/>
    <w:rsid w:val="005A75B8"/>
    <w:rsid w:val="005C24D9"/>
    <w:rsid w:val="005D4F2A"/>
    <w:rsid w:val="005D50D5"/>
    <w:rsid w:val="005E2103"/>
    <w:rsid w:val="005E57DB"/>
    <w:rsid w:val="005F3156"/>
    <w:rsid w:val="005F4CAF"/>
    <w:rsid w:val="00605B27"/>
    <w:rsid w:val="00625192"/>
    <w:rsid w:val="00627953"/>
    <w:rsid w:val="00640C8E"/>
    <w:rsid w:val="006466E4"/>
    <w:rsid w:val="0065777C"/>
    <w:rsid w:val="00660072"/>
    <w:rsid w:val="006736DE"/>
    <w:rsid w:val="00674CE7"/>
    <w:rsid w:val="006750D6"/>
    <w:rsid w:val="00675A83"/>
    <w:rsid w:val="006776FF"/>
    <w:rsid w:val="00684851"/>
    <w:rsid w:val="00690323"/>
    <w:rsid w:val="006915C2"/>
    <w:rsid w:val="006A7D18"/>
    <w:rsid w:val="006B28B7"/>
    <w:rsid w:val="006C22B1"/>
    <w:rsid w:val="006C2AED"/>
    <w:rsid w:val="006C4838"/>
    <w:rsid w:val="006C7C47"/>
    <w:rsid w:val="006D3B8A"/>
    <w:rsid w:val="006E4811"/>
    <w:rsid w:val="006F34A3"/>
    <w:rsid w:val="006F595A"/>
    <w:rsid w:val="00703BCB"/>
    <w:rsid w:val="00717254"/>
    <w:rsid w:val="00717C6F"/>
    <w:rsid w:val="00726860"/>
    <w:rsid w:val="00735051"/>
    <w:rsid w:val="00736E11"/>
    <w:rsid w:val="00742C52"/>
    <w:rsid w:val="0074688B"/>
    <w:rsid w:val="00747FFE"/>
    <w:rsid w:val="00757A9F"/>
    <w:rsid w:val="0077377F"/>
    <w:rsid w:val="00782A52"/>
    <w:rsid w:val="0078503D"/>
    <w:rsid w:val="00785BC4"/>
    <w:rsid w:val="007870BE"/>
    <w:rsid w:val="00790D57"/>
    <w:rsid w:val="00797B52"/>
    <w:rsid w:val="007A21F0"/>
    <w:rsid w:val="007A5E5F"/>
    <w:rsid w:val="007D4619"/>
    <w:rsid w:val="007D5377"/>
    <w:rsid w:val="007E637D"/>
    <w:rsid w:val="007F387E"/>
    <w:rsid w:val="00806109"/>
    <w:rsid w:val="00810D47"/>
    <w:rsid w:val="00821DE6"/>
    <w:rsid w:val="008250FC"/>
    <w:rsid w:val="0082604D"/>
    <w:rsid w:val="008342C4"/>
    <w:rsid w:val="00836A67"/>
    <w:rsid w:val="00836ACB"/>
    <w:rsid w:val="008514A3"/>
    <w:rsid w:val="0086202A"/>
    <w:rsid w:val="00867D35"/>
    <w:rsid w:val="00870659"/>
    <w:rsid w:val="0087462B"/>
    <w:rsid w:val="0087587A"/>
    <w:rsid w:val="00887289"/>
    <w:rsid w:val="00897B9A"/>
    <w:rsid w:val="008A4D13"/>
    <w:rsid w:val="008A7EC0"/>
    <w:rsid w:val="008B7EA6"/>
    <w:rsid w:val="008E5621"/>
    <w:rsid w:val="008E65B3"/>
    <w:rsid w:val="008F2A05"/>
    <w:rsid w:val="008F713B"/>
    <w:rsid w:val="0090074C"/>
    <w:rsid w:val="00906381"/>
    <w:rsid w:val="00907E24"/>
    <w:rsid w:val="00917EC2"/>
    <w:rsid w:val="0092028B"/>
    <w:rsid w:val="00921889"/>
    <w:rsid w:val="00930BE5"/>
    <w:rsid w:val="009360D5"/>
    <w:rsid w:val="009377C9"/>
    <w:rsid w:val="00940144"/>
    <w:rsid w:val="009612E0"/>
    <w:rsid w:val="00962202"/>
    <w:rsid w:val="00972AA4"/>
    <w:rsid w:val="00973871"/>
    <w:rsid w:val="0098160F"/>
    <w:rsid w:val="00982A44"/>
    <w:rsid w:val="00982BF4"/>
    <w:rsid w:val="00995F05"/>
    <w:rsid w:val="009B0C1D"/>
    <w:rsid w:val="009B66B6"/>
    <w:rsid w:val="009D38F3"/>
    <w:rsid w:val="009D42CB"/>
    <w:rsid w:val="009D56A4"/>
    <w:rsid w:val="009D57F2"/>
    <w:rsid w:val="009D7D3A"/>
    <w:rsid w:val="009E181A"/>
    <w:rsid w:val="009E3E5E"/>
    <w:rsid w:val="009E7E2A"/>
    <w:rsid w:val="009F069B"/>
    <w:rsid w:val="009F7023"/>
    <w:rsid w:val="00A01CB6"/>
    <w:rsid w:val="00A250BE"/>
    <w:rsid w:val="00A27416"/>
    <w:rsid w:val="00A33A60"/>
    <w:rsid w:val="00A402ED"/>
    <w:rsid w:val="00A43A3D"/>
    <w:rsid w:val="00A45F32"/>
    <w:rsid w:val="00A473C8"/>
    <w:rsid w:val="00A55FA1"/>
    <w:rsid w:val="00A65739"/>
    <w:rsid w:val="00A76455"/>
    <w:rsid w:val="00A76CAD"/>
    <w:rsid w:val="00A832DA"/>
    <w:rsid w:val="00A93E8E"/>
    <w:rsid w:val="00AA72EC"/>
    <w:rsid w:val="00AB5FDC"/>
    <w:rsid w:val="00AC27AD"/>
    <w:rsid w:val="00AC559F"/>
    <w:rsid w:val="00AC78B3"/>
    <w:rsid w:val="00AD0AB0"/>
    <w:rsid w:val="00AE1639"/>
    <w:rsid w:val="00B060FD"/>
    <w:rsid w:val="00B23CB6"/>
    <w:rsid w:val="00B33174"/>
    <w:rsid w:val="00B33B98"/>
    <w:rsid w:val="00B404DB"/>
    <w:rsid w:val="00B521C3"/>
    <w:rsid w:val="00B561FF"/>
    <w:rsid w:val="00B80D7A"/>
    <w:rsid w:val="00B84A96"/>
    <w:rsid w:val="00B97B77"/>
    <w:rsid w:val="00BA17B3"/>
    <w:rsid w:val="00BB5C56"/>
    <w:rsid w:val="00BC1AED"/>
    <w:rsid w:val="00BC2385"/>
    <w:rsid w:val="00BC2734"/>
    <w:rsid w:val="00BC62D7"/>
    <w:rsid w:val="00BE57AB"/>
    <w:rsid w:val="00BF064F"/>
    <w:rsid w:val="00BF086F"/>
    <w:rsid w:val="00BF0E4C"/>
    <w:rsid w:val="00BF237B"/>
    <w:rsid w:val="00C0020C"/>
    <w:rsid w:val="00C04347"/>
    <w:rsid w:val="00C072BE"/>
    <w:rsid w:val="00C16971"/>
    <w:rsid w:val="00C34030"/>
    <w:rsid w:val="00C40448"/>
    <w:rsid w:val="00C4140E"/>
    <w:rsid w:val="00C47436"/>
    <w:rsid w:val="00C4762C"/>
    <w:rsid w:val="00C50A9A"/>
    <w:rsid w:val="00C527A8"/>
    <w:rsid w:val="00C53640"/>
    <w:rsid w:val="00C61CE8"/>
    <w:rsid w:val="00C66DF9"/>
    <w:rsid w:val="00C84B10"/>
    <w:rsid w:val="00C86912"/>
    <w:rsid w:val="00C945F4"/>
    <w:rsid w:val="00C95ABD"/>
    <w:rsid w:val="00C966E8"/>
    <w:rsid w:val="00CB31D7"/>
    <w:rsid w:val="00CB41F4"/>
    <w:rsid w:val="00CC5443"/>
    <w:rsid w:val="00CC6F3F"/>
    <w:rsid w:val="00CD01D2"/>
    <w:rsid w:val="00CE24E4"/>
    <w:rsid w:val="00CE5616"/>
    <w:rsid w:val="00D00972"/>
    <w:rsid w:val="00D01847"/>
    <w:rsid w:val="00D079D2"/>
    <w:rsid w:val="00D24041"/>
    <w:rsid w:val="00D25183"/>
    <w:rsid w:val="00D25D80"/>
    <w:rsid w:val="00D266EA"/>
    <w:rsid w:val="00D27110"/>
    <w:rsid w:val="00D31BD2"/>
    <w:rsid w:val="00D43C28"/>
    <w:rsid w:val="00D4458D"/>
    <w:rsid w:val="00D453AE"/>
    <w:rsid w:val="00D77414"/>
    <w:rsid w:val="00D85382"/>
    <w:rsid w:val="00D94E00"/>
    <w:rsid w:val="00DA1B61"/>
    <w:rsid w:val="00DA6085"/>
    <w:rsid w:val="00DA6781"/>
    <w:rsid w:val="00DB17D9"/>
    <w:rsid w:val="00DC2830"/>
    <w:rsid w:val="00DC3F67"/>
    <w:rsid w:val="00DC5DE5"/>
    <w:rsid w:val="00DD3288"/>
    <w:rsid w:val="00DE117B"/>
    <w:rsid w:val="00DF19FF"/>
    <w:rsid w:val="00DF467B"/>
    <w:rsid w:val="00E04AA7"/>
    <w:rsid w:val="00E05DC0"/>
    <w:rsid w:val="00E11073"/>
    <w:rsid w:val="00E27A09"/>
    <w:rsid w:val="00E361F7"/>
    <w:rsid w:val="00E366A1"/>
    <w:rsid w:val="00E47970"/>
    <w:rsid w:val="00E6200E"/>
    <w:rsid w:val="00E70A39"/>
    <w:rsid w:val="00E73B2A"/>
    <w:rsid w:val="00E7749F"/>
    <w:rsid w:val="00EB2582"/>
    <w:rsid w:val="00EB79F8"/>
    <w:rsid w:val="00EC1493"/>
    <w:rsid w:val="00EC15EB"/>
    <w:rsid w:val="00ED092D"/>
    <w:rsid w:val="00ED26F8"/>
    <w:rsid w:val="00EE0C62"/>
    <w:rsid w:val="00EE4360"/>
    <w:rsid w:val="00EE47F0"/>
    <w:rsid w:val="00EE4B09"/>
    <w:rsid w:val="00EF1105"/>
    <w:rsid w:val="00EF14B6"/>
    <w:rsid w:val="00EF7F44"/>
    <w:rsid w:val="00F00DCB"/>
    <w:rsid w:val="00F227AD"/>
    <w:rsid w:val="00F30C82"/>
    <w:rsid w:val="00F35DA6"/>
    <w:rsid w:val="00F4342F"/>
    <w:rsid w:val="00F44F1F"/>
    <w:rsid w:val="00F50474"/>
    <w:rsid w:val="00F57588"/>
    <w:rsid w:val="00F669DE"/>
    <w:rsid w:val="00F67A7C"/>
    <w:rsid w:val="00F75059"/>
    <w:rsid w:val="00F82092"/>
    <w:rsid w:val="00F87519"/>
    <w:rsid w:val="00F935D6"/>
    <w:rsid w:val="00F94DB4"/>
    <w:rsid w:val="00F94E63"/>
    <w:rsid w:val="00FA4E9C"/>
    <w:rsid w:val="00FA588A"/>
    <w:rsid w:val="00FA6F52"/>
    <w:rsid w:val="00FB725C"/>
    <w:rsid w:val="00FC232A"/>
    <w:rsid w:val="00FC5EF7"/>
    <w:rsid w:val="00FD4862"/>
    <w:rsid w:val="00FE6E29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4FDB2"/>
  <w15:chartTrackingRefBased/>
  <w15:docId w15:val="{91E38FCD-1F1F-4260-A22F-C24205A2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  <w:lang w:val="et-EE" w:eastAsia="et-EE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rsid w:val="00F75059"/>
    <w:rPr>
      <w:rFonts w:eastAsia="Times New Roman"/>
      <w:szCs w:val="22"/>
      <w:lang w:val="et-EE" w:eastAsia="et-EE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  <w:lang w:val="et-EE" w:eastAsia="et-EE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  <w:lang w:val="et-EE" w:eastAsia="et-EE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  <w:lang w:val="et-EE"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t-EE" w:eastAsia="et-EE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  <w:lang w:val="et-EE"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rsid w:val="00E47970"/>
    <w:rPr>
      <w:lang w:val="cs-CZ"/>
    </w:rPr>
  </w:style>
  <w:style w:type="character" w:styleId="FootnoteReference">
    <w:name w:val="footnote reference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character" w:styleId="PageNumber">
    <w:name w:val="page number"/>
    <w:basedOn w:val="DefaultParagraphFont"/>
    <w:rsid w:val="00077D32"/>
  </w:style>
  <w:style w:type="character" w:styleId="Strong">
    <w:name w:val="Strong"/>
    <w:basedOn w:val="DefaultParagraphFont"/>
    <w:uiPriority w:val="22"/>
    <w:qFormat/>
    <w:rsid w:val="008F713B"/>
    <w:rPr>
      <w:b/>
      <w:bCs/>
    </w:rPr>
  </w:style>
  <w:style w:type="character" w:styleId="FollowedHyperlink">
    <w:name w:val="FollowedHyperlink"/>
    <w:basedOn w:val="DefaultParagraphFont"/>
    <w:rsid w:val="009B0C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68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ari.kataster.ee/magic-link/faa4d85f-483f-424f-9b67-3592a43e554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ulvi.mannama@elektrilevi.e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maantee@transpordiame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7EB65F996E4D47A1C714E8BA26E27C" ma:contentTypeVersion="14" ma:contentTypeDescription="Loo uus dokument" ma:contentTypeScope="" ma:versionID="c482aaa704b78bd05443f7b2deedd076">
  <xsd:schema xmlns:xsd="http://www.w3.org/2001/XMLSchema" xmlns:xs="http://www.w3.org/2001/XMLSchema" xmlns:p="http://schemas.microsoft.com/office/2006/metadata/properties" xmlns:ns2="bca19b68-6044-4a09-b4f5-5b73dfa84d8a" xmlns:ns3="a4beee2c-ef5c-45d2-ad94-abe45b7bc706" targetNamespace="http://schemas.microsoft.com/office/2006/metadata/properties" ma:root="true" ma:fieldsID="5c8623c6d324b94bbaf3c99539ac734c" ns2:_="" ns3:_="">
    <xsd:import namespace="bca19b68-6044-4a09-b4f5-5b73dfa84d8a"/>
    <xsd:import namespace="a4beee2c-ef5c-45d2-ad94-abe45b7bc7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19b68-6044-4a09-b4f5-5b73dfa84d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93e7e08-db35-4b49-9581-bb367d78c728}" ma:internalName="TaxCatchAll" ma:showField="CatchAllData" ma:web="bca19b68-6044-4a09-b4f5-5b73dfa84d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beee2c-ef5c-45d2-ad94-abe45b7bc70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beee2c-ef5c-45d2-ad94-abe45b7bc706">
      <Terms xmlns="http://schemas.microsoft.com/office/infopath/2007/PartnerControls"/>
    </lcf76f155ced4ddcb4097134ff3c332f>
    <TaxCatchAll xmlns="bca19b68-6044-4a09-b4f5-5b73dfa84d8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4E1A27-60B9-46ED-841E-57D1D5C4B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19b68-6044-4a09-b4f5-5b73dfa84d8a"/>
    <ds:schemaRef ds:uri="a4beee2c-ef5c-45d2-ad94-abe45b7bc7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FFADA1-DE22-451B-B261-D3110FC49290}">
  <ds:schemaRefs>
    <ds:schemaRef ds:uri="http://schemas.microsoft.com/office/2006/metadata/properties"/>
    <ds:schemaRef ds:uri="http://schemas.microsoft.com/office/infopath/2007/PartnerControls"/>
    <ds:schemaRef ds:uri="a4beee2c-ef5c-45d2-ad94-abe45b7bc706"/>
    <ds:schemaRef ds:uri="bca19b68-6044-4a09-b4f5-5b73dfa84d8a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0</TotalTime>
  <Pages>1</Pages>
  <Words>254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1726</CharactersWithSpaces>
  <SharedDoc>false</SharedDoc>
  <HLinks>
    <vt:vector size="12" baseType="variant">
      <vt:variant>
        <vt:i4>6619136</vt:i4>
      </vt:variant>
      <vt:variant>
        <vt:i4>3</vt:i4>
      </vt:variant>
      <vt:variant>
        <vt:i4>0</vt:i4>
      </vt:variant>
      <vt:variant>
        <vt:i4>5</vt:i4>
      </vt:variant>
      <vt:variant>
        <vt:lpwstr>mailto:triin.tomingas@fin.ee</vt:lpwstr>
      </vt:variant>
      <vt:variant>
        <vt:lpwstr/>
      </vt:variant>
      <vt:variant>
        <vt:i4>4849782</vt:i4>
      </vt:variant>
      <vt:variant>
        <vt:i4>0</vt:i4>
      </vt:variant>
      <vt:variant>
        <vt:i4>0</vt:i4>
      </vt:variant>
      <vt:variant>
        <vt:i4>5</vt:i4>
      </vt:variant>
      <vt:variant>
        <vt:lpwstr>mailto:info@rahandusministeerium.ee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</cp:revision>
  <cp:lastPrinted>2021-06-04T12:19:00Z</cp:lastPrinted>
  <dcterms:created xsi:type="dcterms:W3CDTF">2025-03-13T09:30:00Z</dcterms:created>
  <dcterms:modified xsi:type="dcterms:W3CDTF">2025-03-13T09:30:00Z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0x010100567EB65F996E4D47A1C714E8BA26E27C</vt:lpwstr>
  </property>
</Properties>
</file>